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8682CA" w14:textId="653FFF88" w:rsidR="00AC5DE1" w:rsidRDefault="00AC5DE1" w:rsidP="00C52A77">
      <w:pPr>
        <w:jc w:val="right"/>
        <w:rPr>
          <w:rFonts w:ascii="Calibri" w:hAnsi="Calibri" w:cs="Arial"/>
          <w:b/>
          <w:sz w:val="22"/>
          <w:szCs w:val="22"/>
        </w:rPr>
      </w:pPr>
      <w:bookmarkStart w:id="0" w:name="_GoBack"/>
      <w:bookmarkEnd w:id="0"/>
    </w:p>
    <w:p w14:paraId="14544059" w14:textId="77777777" w:rsidR="00AC5DE1" w:rsidRDefault="00AC5DE1" w:rsidP="00FF5505">
      <w:pPr>
        <w:jc w:val="center"/>
        <w:rPr>
          <w:rFonts w:ascii="Calibri" w:hAnsi="Calibri" w:cs="Arial"/>
          <w:b/>
          <w:sz w:val="22"/>
          <w:szCs w:val="22"/>
        </w:rPr>
      </w:pPr>
    </w:p>
    <w:p w14:paraId="7F355C50" w14:textId="77777777" w:rsidR="00C52A77" w:rsidRDefault="00C52A77" w:rsidP="00FF5505">
      <w:pPr>
        <w:jc w:val="center"/>
        <w:rPr>
          <w:rFonts w:ascii="Calibri" w:hAnsi="Calibri" w:cs="Arial"/>
          <w:b/>
          <w:sz w:val="22"/>
          <w:szCs w:val="22"/>
        </w:rPr>
      </w:pPr>
    </w:p>
    <w:p w14:paraId="1058123A" w14:textId="7F2F16D5" w:rsidR="00063659" w:rsidRDefault="00063659" w:rsidP="00063659">
      <w:pPr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December 10, 2019</w:t>
      </w:r>
    </w:p>
    <w:p w14:paraId="702965B0" w14:textId="77777777" w:rsidR="00063659" w:rsidRPr="00F46D61" w:rsidRDefault="00063659" w:rsidP="00063659">
      <w:pPr>
        <w:rPr>
          <w:b/>
          <w:bCs/>
          <w:sz w:val="21"/>
          <w:szCs w:val="21"/>
        </w:rPr>
      </w:pPr>
    </w:p>
    <w:p w14:paraId="062310F7" w14:textId="46A714DC" w:rsidR="00063659" w:rsidRDefault="00063659" w:rsidP="00063659">
      <w:pPr>
        <w:tabs>
          <w:tab w:val="left" w:pos="900"/>
          <w:tab w:val="right" w:leader="underscore" w:pos="5040"/>
        </w:tabs>
        <w:jc w:val="both"/>
        <w:rPr>
          <w:b/>
          <w:bCs/>
          <w:sz w:val="21"/>
          <w:szCs w:val="21"/>
        </w:rPr>
      </w:pPr>
      <w:proofErr w:type="spellStart"/>
      <w:r>
        <w:rPr>
          <w:b/>
          <w:bCs/>
          <w:sz w:val="21"/>
          <w:szCs w:val="21"/>
        </w:rPr>
        <w:t>Mr</w:t>
      </w:r>
      <w:proofErr w:type="spellEnd"/>
      <w:r>
        <w:rPr>
          <w:b/>
          <w:bCs/>
          <w:sz w:val="21"/>
          <w:szCs w:val="21"/>
        </w:rPr>
        <w:t>/</w:t>
      </w:r>
      <w:proofErr w:type="spellStart"/>
      <w:r>
        <w:rPr>
          <w:b/>
          <w:bCs/>
          <w:sz w:val="21"/>
          <w:szCs w:val="21"/>
        </w:rPr>
        <w:t>Mrs</w:t>
      </w:r>
      <w:proofErr w:type="spellEnd"/>
      <w:r>
        <w:rPr>
          <w:b/>
          <w:bCs/>
          <w:sz w:val="21"/>
          <w:szCs w:val="21"/>
        </w:rPr>
        <w:t>/</w:t>
      </w:r>
      <w:proofErr w:type="spellStart"/>
      <w:r>
        <w:rPr>
          <w:b/>
          <w:bCs/>
          <w:sz w:val="21"/>
          <w:szCs w:val="21"/>
        </w:rPr>
        <w:t>Ms</w:t>
      </w:r>
      <w:proofErr w:type="spellEnd"/>
      <w:r>
        <w:rPr>
          <w:b/>
          <w:bCs/>
          <w:sz w:val="21"/>
          <w:szCs w:val="21"/>
        </w:rPr>
        <w:t xml:space="preserve"> ----- </w:t>
      </w:r>
    </w:p>
    <w:p w14:paraId="16F1E4F5" w14:textId="58E93856" w:rsidR="00063659" w:rsidRDefault="00063659" w:rsidP="00063659">
      <w:pPr>
        <w:tabs>
          <w:tab w:val="left" w:pos="900"/>
          <w:tab w:val="right" w:leader="underscore" w:pos="5040"/>
        </w:tabs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Department</w:t>
      </w:r>
    </w:p>
    <w:p w14:paraId="0C07FBFC" w14:textId="77777777" w:rsidR="00063659" w:rsidRDefault="00063659" w:rsidP="00063659">
      <w:pPr>
        <w:tabs>
          <w:tab w:val="left" w:pos="900"/>
          <w:tab w:val="right" w:leader="underscore" w:pos="5040"/>
        </w:tabs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Address</w:t>
      </w:r>
    </w:p>
    <w:p w14:paraId="2B3FC5A8" w14:textId="4F4671BA" w:rsidR="00063659" w:rsidRDefault="00063659" w:rsidP="00063659">
      <w:pPr>
        <w:tabs>
          <w:tab w:val="left" w:pos="900"/>
          <w:tab w:val="right" w:leader="underscore" w:pos="5040"/>
        </w:tabs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City, State ZIP</w:t>
      </w:r>
    </w:p>
    <w:p w14:paraId="5C85D9D0" w14:textId="77777777" w:rsidR="00063659" w:rsidRPr="00F46D61" w:rsidRDefault="00063659" w:rsidP="00063659">
      <w:pPr>
        <w:tabs>
          <w:tab w:val="left" w:pos="900"/>
          <w:tab w:val="right" w:leader="underscore" w:pos="5040"/>
        </w:tabs>
        <w:jc w:val="both"/>
        <w:rPr>
          <w:b/>
          <w:bCs/>
          <w:sz w:val="21"/>
          <w:szCs w:val="21"/>
        </w:rPr>
      </w:pPr>
    </w:p>
    <w:p w14:paraId="488E81B1" w14:textId="11A57FEB" w:rsidR="00063659" w:rsidRPr="00F46D61" w:rsidRDefault="00063659" w:rsidP="00063659">
      <w:pPr>
        <w:tabs>
          <w:tab w:val="left" w:pos="900"/>
          <w:tab w:val="right" w:leader="underscore" w:pos="5040"/>
        </w:tabs>
        <w:jc w:val="both"/>
        <w:rPr>
          <w:b/>
          <w:bCs/>
          <w:sz w:val="21"/>
          <w:szCs w:val="21"/>
        </w:rPr>
      </w:pPr>
      <w:r w:rsidRPr="00F46D61">
        <w:rPr>
          <w:b/>
          <w:bCs/>
          <w:sz w:val="21"/>
          <w:szCs w:val="21"/>
        </w:rPr>
        <w:t xml:space="preserve">RE: </w:t>
      </w:r>
      <w:r w:rsidRPr="00F46D61">
        <w:rPr>
          <w:b/>
          <w:bCs/>
          <w:sz w:val="21"/>
          <w:szCs w:val="21"/>
        </w:rPr>
        <w:tab/>
      </w:r>
      <w:r>
        <w:rPr>
          <w:b/>
          <w:bCs/>
          <w:sz w:val="21"/>
          <w:szCs w:val="21"/>
        </w:rPr>
        <w:t>Project Name</w:t>
      </w:r>
      <w:r w:rsidRPr="00F46D61">
        <w:rPr>
          <w:b/>
          <w:bCs/>
          <w:sz w:val="21"/>
          <w:szCs w:val="21"/>
        </w:rPr>
        <w:t xml:space="preserve"> </w:t>
      </w:r>
    </w:p>
    <w:p w14:paraId="1E123DF7" w14:textId="5F5D45DB" w:rsidR="00063659" w:rsidRPr="00F46D61" w:rsidRDefault="00063659" w:rsidP="00063659">
      <w:pPr>
        <w:tabs>
          <w:tab w:val="left" w:pos="900"/>
          <w:tab w:val="right" w:leader="underscore" w:pos="5040"/>
        </w:tabs>
        <w:jc w:val="both"/>
        <w:rPr>
          <w:b/>
          <w:bCs/>
          <w:sz w:val="21"/>
          <w:szCs w:val="21"/>
        </w:rPr>
      </w:pPr>
      <w:r w:rsidRPr="00F46D61">
        <w:rPr>
          <w:b/>
          <w:bCs/>
          <w:sz w:val="21"/>
          <w:szCs w:val="21"/>
        </w:rPr>
        <w:tab/>
      </w:r>
      <w:r>
        <w:rPr>
          <w:b/>
          <w:bCs/>
          <w:sz w:val="21"/>
          <w:szCs w:val="21"/>
        </w:rPr>
        <w:t>Submittal Information</w:t>
      </w:r>
    </w:p>
    <w:p w14:paraId="04737D8D" w14:textId="5DA44065" w:rsidR="006A36FC" w:rsidRDefault="006A36FC" w:rsidP="00FC102F">
      <w:pPr>
        <w:tabs>
          <w:tab w:val="left" w:pos="900"/>
          <w:tab w:val="right" w:leader="underscore" w:pos="5040"/>
        </w:tabs>
        <w:jc w:val="both"/>
        <w:rPr>
          <w:sz w:val="22"/>
          <w:szCs w:val="22"/>
        </w:rPr>
      </w:pPr>
    </w:p>
    <w:p w14:paraId="4690F1A3" w14:textId="77777777" w:rsidR="000878DC" w:rsidRDefault="000878DC" w:rsidP="00FC102F">
      <w:pPr>
        <w:tabs>
          <w:tab w:val="left" w:pos="900"/>
          <w:tab w:val="right" w:leader="underscore" w:pos="5040"/>
        </w:tabs>
        <w:jc w:val="both"/>
        <w:rPr>
          <w:sz w:val="22"/>
          <w:szCs w:val="22"/>
        </w:rPr>
      </w:pPr>
    </w:p>
    <w:p w14:paraId="380EF812" w14:textId="77777777" w:rsidR="000878DC" w:rsidRDefault="000878DC" w:rsidP="00FC102F">
      <w:pPr>
        <w:tabs>
          <w:tab w:val="left" w:pos="900"/>
          <w:tab w:val="right" w:leader="underscore" w:pos="5040"/>
        </w:tabs>
        <w:jc w:val="both"/>
        <w:rPr>
          <w:sz w:val="22"/>
          <w:szCs w:val="22"/>
        </w:rPr>
      </w:pPr>
    </w:p>
    <w:p w14:paraId="55C9C146" w14:textId="77777777" w:rsidR="000878DC" w:rsidRDefault="000878DC" w:rsidP="00FC102F">
      <w:pPr>
        <w:tabs>
          <w:tab w:val="left" w:pos="900"/>
          <w:tab w:val="right" w:leader="underscore" w:pos="5040"/>
        </w:tabs>
        <w:jc w:val="both"/>
        <w:rPr>
          <w:sz w:val="22"/>
          <w:szCs w:val="22"/>
        </w:rPr>
      </w:pPr>
    </w:p>
    <w:p w14:paraId="38C5BCB4" w14:textId="77777777" w:rsidR="000878DC" w:rsidRDefault="000878DC" w:rsidP="00FC102F">
      <w:pPr>
        <w:tabs>
          <w:tab w:val="left" w:pos="900"/>
          <w:tab w:val="right" w:leader="underscore" w:pos="5040"/>
        </w:tabs>
        <w:jc w:val="both"/>
        <w:rPr>
          <w:sz w:val="22"/>
          <w:szCs w:val="22"/>
        </w:rPr>
      </w:pPr>
    </w:p>
    <w:p w14:paraId="33034218" w14:textId="77777777" w:rsidR="000878DC" w:rsidRDefault="000878DC" w:rsidP="00FC102F">
      <w:pPr>
        <w:tabs>
          <w:tab w:val="left" w:pos="900"/>
          <w:tab w:val="right" w:leader="underscore" w:pos="5040"/>
        </w:tabs>
        <w:jc w:val="both"/>
        <w:rPr>
          <w:sz w:val="22"/>
          <w:szCs w:val="22"/>
        </w:rPr>
      </w:pPr>
    </w:p>
    <w:p w14:paraId="024E531E" w14:textId="77777777" w:rsidR="00063659" w:rsidRPr="00F46D61" w:rsidRDefault="00063659" w:rsidP="00063659">
      <w:pPr>
        <w:tabs>
          <w:tab w:val="left" w:pos="900"/>
          <w:tab w:val="right" w:leader="underscore" w:pos="5040"/>
        </w:tabs>
        <w:jc w:val="both"/>
        <w:rPr>
          <w:rFonts w:cstheme="minorHAnsi"/>
          <w:sz w:val="21"/>
          <w:szCs w:val="21"/>
        </w:rPr>
      </w:pPr>
      <w:r w:rsidRPr="00F46D61">
        <w:rPr>
          <w:rFonts w:cstheme="minorHAnsi"/>
          <w:sz w:val="21"/>
          <w:szCs w:val="21"/>
        </w:rPr>
        <w:t>Please feel free to contact me at 321-217-6247 if you have any questions.</w:t>
      </w:r>
    </w:p>
    <w:p w14:paraId="11D74A3E" w14:textId="77777777" w:rsidR="00063659" w:rsidRPr="00F46D61" w:rsidRDefault="00063659" w:rsidP="00063659">
      <w:pPr>
        <w:tabs>
          <w:tab w:val="left" w:pos="900"/>
          <w:tab w:val="right" w:leader="underscore" w:pos="5040"/>
        </w:tabs>
        <w:jc w:val="both"/>
        <w:rPr>
          <w:rFonts w:cstheme="minorHAnsi"/>
          <w:sz w:val="21"/>
          <w:szCs w:val="21"/>
        </w:rPr>
      </w:pPr>
    </w:p>
    <w:p w14:paraId="0B47E3AD" w14:textId="77777777" w:rsidR="00063659" w:rsidRPr="00F46D61" w:rsidRDefault="00063659" w:rsidP="00063659">
      <w:pPr>
        <w:tabs>
          <w:tab w:val="left" w:pos="900"/>
          <w:tab w:val="right" w:leader="underscore" w:pos="5040"/>
        </w:tabs>
        <w:jc w:val="both"/>
        <w:rPr>
          <w:rFonts w:cstheme="minorHAnsi"/>
          <w:sz w:val="21"/>
          <w:szCs w:val="21"/>
        </w:rPr>
      </w:pPr>
      <w:r w:rsidRPr="00F46D61">
        <w:rPr>
          <w:rFonts w:cstheme="minorHAnsi"/>
          <w:sz w:val="21"/>
          <w:szCs w:val="21"/>
        </w:rPr>
        <w:t>Thank you,</w:t>
      </w:r>
    </w:p>
    <w:p w14:paraId="5FF62256" w14:textId="4BF69D2F" w:rsidR="00063659" w:rsidRPr="00F46D61" w:rsidRDefault="00063659" w:rsidP="00063659">
      <w:pPr>
        <w:tabs>
          <w:tab w:val="left" w:pos="900"/>
          <w:tab w:val="right" w:leader="underscore" w:pos="5040"/>
        </w:tabs>
        <w:jc w:val="both"/>
        <w:rPr>
          <w:rFonts w:cstheme="minorHAnsi"/>
          <w:sz w:val="21"/>
          <w:szCs w:val="21"/>
        </w:rPr>
      </w:pPr>
      <w:r w:rsidRPr="00F46D61">
        <w:rPr>
          <w:rFonts w:cstheme="minorHAnsi"/>
          <w:noProof/>
          <w:sz w:val="21"/>
          <w:szCs w:val="21"/>
        </w:rPr>
        <w:drawing>
          <wp:anchor distT="0" distB="0" distL="114300" distR="114300" simplePos="0" relativeHeight="251658240" behindDoc="1" locked="0" layoutInCell="1" allowOverlap="1" wp14:anchorId="54F03F33" wp14:editId="37AFB1C1">
            <wp:simplePos x="0" y="0"/>
            <wp:positionH relativeFrom="column">
              <wp:posOffset>-50165</wp:posOffset>
            </wp:positionH>
            <wp:positionV relativeFrom="paragraph">
              <wp:posOffset>41275</wp:posOffset>
            </wp:positionV>
            <wp:extent cx="1092200" cy="34989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hris e-signatur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3498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9029D1" w14:textId="608AE817" w:rsidR="00063659" w:rsidRPr="00F46D61" w:rsidRDefault="00063659" w:rsidP="00063659">
      <w:pPr>
        <w:tabs>
          <w:tab w:val="left" w:pos="900"/>
          <w:tab w:val="right" w:leader="underscore" w:pos="5040"/>
        </w:tabs>
        <w:jc w:val="both"/>
        <w:rPr>
          <w:rFonts w:cstheme="minorHAnsi"/>
          <w:sz w:val="21"/>
          <w:szCs w:val="21"/>
        </w:rPr>
      </w:pPr>
    </w:p>
    <w:p w14:paraId="7A6F9607" w14:textId="77777777" w:rsidR="00063659" w:rsidRPr="00F46D61" w:rsidRDefault="00063659" w:rsidP="00063659">
      <w:pPr>
        <w:tabs>
          <w:tab w:val="left" w:pos="900"/>
          <w:tab w:val="right" w:leader="underscore" w:pos="5040"/>
        </w:tabs>
        <w:jc w:val="both"/>
        <w:rPr>
          <w:rFonts w:cstheme="minorHAnsi"/>
          <w:sz w:val="21"/>
          <w:szCs w:val="21"/>
        </w:rPr>
      </w:pPr>
    </w:p>
    <w:p w14:paraId="25DB752B" w14:textId="0B0921CB" w:rsidR="00063659" w:rsidRPr="00F46D61" w:rsidRDefault="00063659" w:rsidP="00063659">
      <w:pPr>
        <w:tabs>
          <w:tab w:val="left" w:pos="900"/>
          <w:tab w:val="right" w:leader="underscore" w:pos="5040"/>
        </w:tabs>
        <w:jc w:val="both"/>
        <w:rPr>
          <w:rFonts w:cstheme="minorHAnsi"/>
          <w:sz w:val="21"/>
          <w:szCs w:val="21"/>
        </w:rPr>
      </w:pPr>
      <w:r w:rsidRPr="00F46D61">
        <w:rPr>
          <w:rFonts w:cstheme="minorHAnsi"/>
          <w:sz w:val="21"/>
          <w:szCs w:val="21"/>
        </w:rPr>
        <w:t xml:space="preserve">Christopher </w:t>
      </w:r>
      <w:r>
        <w:rPr>
          <w:rFonts w:cstheme="minorHAnsi"/>
          <w:sz w:val="21"/>
          <w:szCs w:val="21"/>
        </w:rPr>
        <w:t>C</w:t>
      </w:r>
      <w:r w:rsidRPr="00F46D61">
        <w:rPr>
          <w:rFonts w:cstheme="minorHAnsi"/>
          <w:sz w:val="21"/>
          <w:szCs w:val="21"/>
        </w:rPr>
        <w:t xml:space="preserve">ollins, </w:t>
      </w:r>
      <w:r>
        <w:rPr>
          <w:rFonts w:cstheme="minorHAnsi"/>
          <w:sz w:val="21"/>
          <w:szCs w:val="21"/>
        </w:rPr>
        <w:t>P.E</w:t>
      </w:r>
      <w:r w:rsidRPr="00F46D61">
        <w:rPr>
          <w:rFonts w:cstheme="minorHAnsi"/>
          <w:sz w:val="21"/>
          <w:szCs w:val="21"/>
        </w:rPr>
        <w:t xml:space="preserve">.  </w:t>
      </w:r>
    </w:p>
    <w:p w14:paraId="6F2AB860" w14:textId="77777777" w:rsidR="00063659" w:rsidRPr="00F46D61" w:rsidRDefault="00063659" w:rsidP="00063659">
      <w:pPr>
        <w:tabs>
          <w:tab w:val="left" w:pos="900"/>
          <w:tab w:val="right" w:leader="underscore" w:pos="5040"/>
        </w:tabs>
        <w:jc w:val="both"/>
        <w:rPr>
          <w:rFonts w:cstheme="minorHAnsi"/>
          <w:sz w:val="21"/>
          <w:szCs w:val="21"/>
        </w:rPr>
      </w:pPr>
      <w:r w:rsidRPr="00F46D61">
        <w:rPr>
          <w:rFonts w:cstheme="minorHAnsi"/>
          <w:sz w:val="21"/>
          <w:szCs w:val="21"/>
        </w:rPr>
        <w:t xml:space="preserve">President </w:t>
      </w:r>
    </w:p>
    <w:p w14:paraId="51595428" w14:textId="59A3F72D" w:rsidR="00C52A77" w:rsidRPr="00E85D26" w:rsidRDefault="00C52A77" w:rsidP="00063659">
      <w:pPr>
        <w:tabs>
          <w:tab w:val="left" w:pos="900"/>
          <w:tab w:val="right" w:leader="underscore" w:pos="5040"/>
        </w:tabs>
        <w:jc w:val="both"/>
        <w:rPr>
          <w:sz w:val="22"/>
          <w:szCs w:val="22"/>
        </w:rPr>
      </w:pPr>
    </w:p>
    <w:sectPr w:rsidR="00C52A77" w:rsidRPr="00E85D26" w:rsidSect="005D7E85">
      <w:headerReference w:type="default" r:id="rId8"/>
      <w:footerReference w:type="default" r:id="rId9"/>
      <w:pgSz w:w="12240" w:h="15840" w:code="1"/>
      <w:pgMar w:top="1440" w:right="1440" w:bottom="1440" w:left="1440" w:header="187" w:footer="20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7DD9C" w14:textId="77777777" w:rsidR="00404DDC" w:rsidRDefault="00404DDC">
      <w:r>
        <w:separator/>
      </w:r>
    </w:p>
  </w:endnote>
  <w:endnote w:type="continuationSeparator" w:id="0">
    <w:p w14:paraId="1262D23A" w14:textId="77777777" w:rsidR="00404DDC" w:rsidRDefault="0040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um">
    <w:altName w:val="Optimum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5A222" w14:textId="77777777" w:rsidR="009B4B78" w:rsidRDefault="00423F56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B245EF" w14:textId="77777777" w:rsidR="00404DDC" w:rsidRDefault="00404DDC">
      <w:r>
        <w:separator/>
      </w:r>
    </w:p>
  </w:footnote>
  <w:footnote w:type="continuationSeparator" w:id="0">
    <w:p w14:paraId="50835FBB" w14:textId="77777777" w:rsidR="00404DDC" w:rsidRDefault="00404D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39294" w14:textId="77777777" w:rsidR="00063659" w:rsidRDefault="00063659" w:rsidP="00063659">
    <w:pPr>
      <w:pStyle w:val="Header"/>
      <w:jc w:val="right"/>
    </w:pPr>
    <w:r>
      <w:rPr>
        <w:rFonts w:ascii="Calibri" w:hAnsi="Calibri" w:cs="Arial"/>
        <w:b/>
        <w:noProof/>
      </w:rPr>
      <w:drawing>
        <wp:inline distT="0" distB="0" distL="0" distR="0" wp14:anchorId="309039E5" wp14:editId="2809CC7A">
          <wp:extent cx="696851" cy="702860"/>
          <wp:effectExtent l="0" t="0" r="8255" b="2540"/>
          <wp:docPr id="2" name="Picture 2" descr="URBN10ai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RBN10ai"/>
                  <pic:cNvPicPr>
                    <a:picLocks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1869" cy="7280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2AEE89" w14:textId="77777777" w:rsidR="00063659" w:rsidRPr="00BC64E1" w:rsidRDefault="00063659" w:rsidP="00063659">
    <w:pPr>
      <w:pStyle w:val="Header"/>
      <w:jc w:val="right"/>
      <w:rPr>
        <w:sz w:val="18"/>
        <w:szCs w:val="18"/>
      </w:rPr>
    </w:pPr>
    <w:r w:rsidRPr="00BC64E1">
      <w:rPr>
        <w:sz w:val="18"/>
        <w:szCs w:val="18"/>
      </w:rPr>
      <w:t>URBN Design</w:t>
    </w:r>
  </w:p>
  <w:p w14:paraId="160DF582" w14:textId="77777777" w:rsidR="00063659" w:rsidRPr="00BC64E1" w:rsidRDefault="00063659" w:rsidP="00063659">
    <w:pPr>
      <w:pStyle w:val="Header"/>
      <w:jc w:val="right"/>
      <w:rPr>
        <w:sz w:val="16"/>
        <w:szCs w:val="16"/>
      </w:rPr>
    </w:pPr>
    <w:r w:rsidRPr="00BC64E1">
      <w:rPr>
        <w:sz w:val="16"/>
        <w:szCs w:val="16"/>
      </w:rPr>
      <w:t>696 N.E. 125</w:t>
    </w:r>
    <w:r w:rsidRPr="00BC64E1">
      <w:rPr>
        <w:sz w:val="16"/>
        <w:szCs w:val="16"/>
        <w:vertAlign w:val="superscript"/>
      </w:rPr>
      <w:t>th</w:t>
    </w:r>
    <w:r w:rsidRPr="00BC64E1">
      <w:rPr>
        <w:sz w:val="16"/>
        <w:szCs w:val="16"/>
      </w:rPr>
      <w:t xml:space="preserve"> Street │North Miami, FL 33161</w:t>
    </w:r>
  </w:p>
  <w:p w14:paraId="5C64CE51" w14:textId="77777777" w:rsidR="00BC0187" w:rsidRDefault="00BC0187" w:rsidP="006C5664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74C37"/>
    <w:multiLevelType w:val="hybridMultilevel"/>
    <w:tmpl w:val="44143E7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01F42"/>
    <w:multiLevelType w:val="multilevel"/>
    <w:tmpl w:val="D034EA60"/>
    <w:lvl w:ilvl="0">
      <w:start w:val="3"/>
      <w:numFmt w:val="decimal"/>
      <w:lvlText w:val="%1.0"/>
      <w:lvlJc w:val="left"/>
      <w:pPr>
        <w:tabs>
          <w:tab w:val="num" w:pos="1392"/>
        </w:tabs>
        <w:ind w:left="1392" w:hanging="10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12"/>
        </w:tabs>
        <w:ind w:left="2112" w:hanging="103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32"/>
        </w:tabs>
        <w:ind w:left="2832" w:hanging="103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552"/>
        </w:tabs>
        <w:ind w:left="3552" w:hanging="103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1800"/>
      </w:pPr>
      <w:rPr>
        <w:rFonts w:hint="default"/>
      </w:rPr>
    </w:lvl>
  </w:abstractNum>
  <w:abstractNum w:abstractNumId="2" w15:restartNumberingAfterBreak="0">
    <w:nsid w:val="077C455D"/>
    <w:multiLevelType w:val="hybridMultilevel"/>
    <w:tmpl w:val="7F7A112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A5479B"/>
    <w:multiLevelType w:val="hybridMultilevel"/>
    <w:tmpl w:val="A9B03C08"/>
    <w:lvl w:ilvl="0" w:tplc="2276717C">
      <w:start w:val="1"/>
      <w:numFmt w:val="lowerLetter"/>
      <w:lvlText w:val="%1)"/>
      <w:lvlJc w:val="left"/>
      <w:pPr>
        <w:tabs>
          <w:tab w:val="num" w:pos="2505"/>
        </w:tabs>
        <w:ind w:left="2505" w:hanging="360"/>
      </w:pPr>
      <w:rPr>
        <w:rFonts w:hint="default"/>
        <w:cap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4" w15:restartNumberingAfterBreak="0">
    <w:nsid w:val="09EA7BF1"/>
    <w:multiLevelType w:val="hybridMultilevel"/>
    <w:tmpl w:val="65A039DC"/>
    <w:lvl w:ilvl="0" w:tplc="0EDA076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076D9A"/>
    <w:multiLevelType w:val="hybridMultilevel"/>
    <w:tmpl w:val="1B7E0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F83F80"/>
    <w:multiLevelType w:val="hybridMultilevel"/>
    <w:tmpl w:val="6F684C4A"/>
    <w:lvl w:ilvl="0" w:tplc="218AF2F0">
      <w:start w:val="2"/>
      <w:numFmt w:val="upperLetter"/>
      <w:lvlText w:val="%1."/>
      <w:lvlJc w:val="left"/>
      <w:pPr>
        <w:tabs>
          <w:tab w:val="num" w:pos="1260"/>
        </w:tabs>
        <w:ind w:left="1260" w:hanging="12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A60F56"/>
    <w:multiLevelType w:val="multilevel"/>
    <w:tmpl w:val="6F6024C0"/>
    <w:lvl w:ilvl="0">
      <w:start w:val="1"/>
      <w:numFmt w:val="decimal"/>
      <w:lvlText w:val="%1.0"/>
      <w:lvlJc w:val="left"/>
      <w:pPr>
        <w:ind w:left="1350" w:hanging="9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7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8" w15:restartNumberingAfterBreak="0">
    <w:nsid w:val="12B725FC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6D52B84"/>
    <w:multiLevelType w:val="multilevel"/>
    <w:tmpl w:val="BB149D5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C414B1"/>
    <w:multiLevelType w:val="hybridMultilevel"/>
    <w:tmpl w:val="82B49CA8"/>
    <w:lvl w:ilvl="0" w:tplc="10F608F6">
      <w:start w:val="9"/>
      <w:numFmt w:val="upperLetter"/>
      <w:lvlText w:val="%1."/>
      <w:lvlJc w:val="left"/>
      <w:pPr>
        <w:tabs>
          <w:tab w:val="num" w:pos="3075"/>
        </w:tabs>
        <w:ind w:left="3075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282B7B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238E4278"/>
    <w:multiLevelType w:val="hybridMultilevel"/>
    <w:tmpl w:val="CB727D8E"/>
    <w:lvl w:ilvl="0" w:tplc="CE3C83B8">
      <w:start w:val="1"/>
      <w:numFmt w:val="lowerLetter"/>
      <w:lvlText w:val="%1."/>
      <w:lvlJc w:val="left"/>
      <w:pPr>
        <w:ind w:left="12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2D4B6429"/>
    <w:multiLevelType w:val="hybridMultilevel"/>
    <w:tmpl w:val="77DEE5F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0D46811"/>
    <w:multiLevelType w:val="hybridMultilevel"/>
    <w:tmpl w:val="614E7260"/>
    <w:lvl w:ilvl="0" w:tplc="04090009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32983474"/>
    <w:multiLevelType w:val="hybridMultilevel"/>
    <w:tmpl w:val="1402EA5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C560D8"/>
    <w:multiLevelType w:val="singleLevel"/>
    <w:tmpl w:val="3F1EDDB8"/>
    <w:lvl w:ilvl="0">
      <w:start w:val="1"/>
      <w:numFmt w:val="upperRoman"/>
      <w:pStyle w:val="Heading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7" w15:restartNumberingAfterBreak="0">
    <w:nsid w:val="33DD5622"/>
    <w:multiLevelType w:val="hybridMultilevel"/>
    <w:tmpl w:val="34F4C506"/>
    <w:lvl w:ilvl="0" w:tplc="2BB07030">
      <w:start w:val="4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44DF88">
      <w:start w:val="1"/>
      <w:numFmt w:val="decimal"/>
      <w:lvlText w:val="%3"/>
      <w:lvlJc w:val="left"/>
      <w:pPr>
        <w:tabs>
          <w:tab w:val="num" w:pos="2460"/>
        </w:tabs>
        <w:ind w:left="2460" w:hanging="480"/>
      </w:pPr>
      <w:rPr>
        <w:rFonts w:hint="default"/>
        <w:b/>
      </w:rPr>
    </w:lvl>
    <w:lvl w:ilvl="3" w:tplc="FB68574A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CB96B21A">
      <w:start w:val="1"/>
      <w:numFmt w:val="none"/>
      <w:lvlText w:val="1.0"/>
      <w:lvlJc w:val="left"/>
      <w:pPr>
        <w:tabs>
          <w:tab w:val="num" w:pos="3600"/>
        </w:tabs>
        <w:ind w:left="1152" w:hanging="432"/>
      </w:pPr>
      <w:rPr>
        <w:rFonts w:ascii="Times New Roman" w:eastAsia="Times New Roman" w:hAnsi="Times New Roman" w:cs="Times New Roman" w:hint="default"/>
        <w:u w:val="none"/>
      </w:rPr>
    </w:lvl>
    <w:lvl w:ilvl="5" w:tplc="51AA6F6E">
      <w:start w:val="1"/>
      <w:numFmt w:val="decimal"/>
      <w:lvlText w:val="%6"/>
      <w:lvlJc w:val="left"/>
      <w:pPr>
        <w:tabs>
          <w:tab w:val="num" w:pos="4500"/>
        </w:tabs>
        <w:ind w:left="4500" w:hanging="360"/>
      </w:pPr>
      <w:rPr>
        <w:rFonts w:hint="default"/>
        <w:u w:val="none"/>
      </w:rPr>
    </w:lvl>
    <w:lvl w:ilvl="6" w:tplc="E65A9826">
      <w:start w:val="1"/>
      <w:numFmt w:val="decimal"/>
      <w:lvlText w:val="%7"/>
      <w:lvlJc w:val="left"/>
      <w:pPr>
        <w:tabs>
          <w:tab w:val="num" w:pos="5040"/>
        </w:tabs>
        <w:ind w:left="5040" w:hanging="360"/>
      </w:pPr>
      <w:rPr>
        <w:rFonts w:hint="default"/>
        <w:u w:val="none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4717B2"/>
    <w:multiLevelType w:val="hybridMultilevel"/>
    <w:tmpl w:val="8892A956"/>
    <w:lvl w:ilvl="0" w:tplc="04090009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9B2C23"/>
    <w:multiLevelType w:val="hybridMultilevel"/>
    <w:tmpl w:val="E374869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D6179A"/>
    <w:multiLevelType w:val="hybridMultilevel"/>
    <w:tmpl w:val="60088B90"/>
    <w:lvl w:ilvl="0" w:tplc="5A98FE78">
      <w:start w:val="3"/>
      <w:numFmt w:val="upperLetter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 w:tplc="A4D0466A">
      <w:start w:val="5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72547F9"/>
    <w:multiLevelType w:val="hybridMultilevel"/>
    <w:tmpl w:val="BB149D5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A742B5"/>
    <w:multiLevelType w:val="multilevel"/>
    <w:tmpl w:val="969C7832"/>
    <w:lvl w:ilvl="0">
      <w:start w:val="3"/>
      <w:numFmt w:val="decimal"/>
      <w:lvlText w:val="%1.0"/>
      <w:lvlJc w:val="left"/>
      <w:pPr>
        <w:tabs>
          <w:tab w:val="num" w:pos="1080"/>
        </w:tabs>
        <w:ind w:left="108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b/>
        <w:u w:val="single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1440"/>
      </w:pPr>
      <w:rPr>
        <w:rFonts w:hint="default"/>
        <w:b/>
        <w:u w:val="single"/>
      </w:rPr>
    </w:lvl>
  </w:abstractNum>
  <w:abstractNum w:abstractNumId="23" w15:restartNumberingAfterBreak="0">
    <w:nsid w:val="385E1FCD"/>
    <w:multiLevelType w:val="hybridMultilevel"/>
    <w:tmpl w:val="4A98294A"/>
    <w:lvl w:ilvl="0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DDC52A8"/>
    <w:multiLevelType w:val="hybridMultilevel"/>
    <w:tmpl w:val="6B448B80"/>
    <w:lvl w:ilvl="0" w:tplc="2276717C">
      <w:start w:val="1"/>
      <w:numFmt w:val="lowerLetter"/>
      <w:lvlText w:val="%1)"/>
      <w:lvlJc w:val="left"/>
      <w:pPr>
        <w:tabs>
          <w:tab w:val="num" w:pos="2505"/>
        </w:tabs>
        <w:ind w:left="2505" w:hanging="360"/>
      </w:pPr>
      <w:rPr>
        <w:rFonts w:hint="default"/>
        <w:cap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abstractNum w:abstractNumId="25" w15:restartNumberingAfterBreak="0">
    <w:nsid w:val="409A0AA5"/>
    <w:multiLevelType w:val="hybridMultilevel"/>
    <w:tmpl w:val="2F9010A4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8BE6636"/>
    <w:multiLevelType w:val="hybridMultilevel"/>
    <w:tmpl w:val="E35E20EC"/>
    <w:lvl w:ilvl="0" w:tplc="04090009">
      <w:start w:val="1"/>
      <w:numFmt w:val="bullet"/>
      <w:lvlText w:val="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E17CEC"/>
    <w:multiLevelType w:val="hybridMultilevel"/>
    <w:tmpl w:val="A53EC304"/>
    <w:lvl w:ilvl="0" w:tplc="1D7CA242">
      <w:start w:val="6"/>
      <w:numFmt w:val="upperLetter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C6350F"/>
    <w:multiLevelType w:val="hybridMultilevel"/>
    <w:tmpl w:val="8BD02D8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770FD8"/>
    <w:multiLevelType w:val="hybridMultilevel"/>
    <w:tmpl w:val="E7B6C710"/>
    <w:lvl w:ilvl="0" w:tplc="5FEC52C8">
      <w:start w:val="1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1A155D4"/>
    <w:multiLevelType w:val="hybridMultilevel"/>
    <w:tmpl w:val="CB7878B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6EB496C"/>
    <w:multiLevelType w:val="hybridMultilevel"/>
    <w:tmpl w:val="36F47F74"/>
    <w:lvl w:ilvl="0" w:tplc="8696A5B2">
      <w:start w:val="7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915"/>
        </w:tabs>
        <w:ind w:left="-91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195"/>
        </w:tabs>
        <w:ind w:left="-1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5"/>
        </w:tabs>
        <w:ind w:left="5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245"/>
        </w:tabs>
        <w:ind w:left="12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965"/>
        </w:tabs>
        <w:ind w:left="19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685"/>
        </w:tabs>
        <w:ind w:left="26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405"/>
        </w:tabs>
        <w:ind w:left="34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25"/>
        </w:tabs>
        <w:ind w:left="4125" w:hanging="180"/>
      </w:pPr>
    </w:lvl>
  </w:abstractNum>
  <w:abstractNum w:abstractNumId="32" w15:restartNumberingAfterBreak="0">
    <w:nsid w:val="586D1941"/>
    <w:multiLevelType w:val="hybridMultilevel"/>
    <w:tmpl w:val="14CE767C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F62743"/>
    <w:multiLevelType w:val="hybridMultilevel"/>
    <w:tmpl w:val="DE085C8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F4E74FA"/>
    <w:multiLevelType w:val="multilevel"/>
    <w:tmpl w:val="44143E7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234333"/>
    <w:multiLevelType w:val="hybridMultilevel"/>
    <w:tmpl w:val="55CCEE0C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B246F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72241063"/>
    <w:multiLevelType w:val="multilevel"/>
    <w:tmpl w:val="CA3E2CAC"/>
    <w:lvl w:ilvl="0">
      <w:start w:val="2"/>
      <w:numFmt w:val="decimal"/>
      <w:lvlText w:val="%1.0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200"/>
        </w:tabs>
        <w:ind w:left="72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1440"/>
      </w:pPr>
      <w:rPr>
        <w:rFonts w:hint="default"/>
        <w:b/>
      </w:rPr>
    </w:lvl>
  </w:abstractNum>
  <w:abstractNum w:abstractNumId="38" w15:restartNumberingAfterBreak="0">
    <w:nsid w:val="7927158C"/>
    <w:multiLevelType w:val="hybridMultilevel"/>
    <w:tmpl w:val="ABFA2CFC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45113A"/>
    <w:multiLevelType w:val="hybridMultilevel"/>
    <w:tmpl w:val="FD648582"/>
    <w:lvl w:ilvl="0" w:tplc="04090009">
      <w:start w:val="1"/>
      <w:numFmt w:val="bullet"/>
      <w:lvlText w:val="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98739E"/>
    <w:multiLevelType w:val="hybridMultilevel"/>
    <w:tmpl w:val="1818A77C"/>
    <w:lvl w:ilvl="0" w:tplc="2276717C">
      <w:start w:val="1"/>
      <w:numFmt w:val="lowerLetter"/>
      <w:lvlText w:val="%1)"/>
      <w:lvlJc w:val="left"/>
      <w:pPr>
        <w:tabs>
          <w:tab w:val="num" w:pos="2505"/>
        </w:tabs>
        <w:ind w:left="2505" w:hanging="360"/>
      </w:pPr>
      <w:rPr>
        <w:rFonts w:hint="default"/>
        <w:caps/>
      </w:rPr>
    </w:lvl>
    <w:lvl w:ilvl="1" w:tplc="2276717C">
      <w:start w:val="1"/>
      <w:numFmt w:val="lowerLetter"/>
      <w:lvlText w:val="%2)"/>
      <w:lvlJc w:val="left"/>
      <w:pPr>
        <w:tabs>
          <w:tab w:val="num" w:pos="2505"/>
        </w:tabs>
        <w:ind w:left="2505" w:hanging="360"/>
      </w:pPr>
      <w:rPr>
        <w:rFonts w:hint="default"/>
        <w:caps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65"/>
        </w:tabs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85"/>
        </w:tabs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05"/>
        </w:tabs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25"/>
        </w:tabs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45"/>
        </w:tabs>
        <w:ind w:left="7545" w:hanging="180"/>
      </w:pPr>
    </w:lvl>
  </w:abstractNum>
  <w:num w:numId="1">
    <w:abstractNumId w:val="25"/>
  </w:num>
  <w:num w:numId="2">
    <w:abstractNumId w:val="26"/>
  </w:num>
  <w:num w:numId="3">
    <w:abstractNumId w:val="17"/>
  </w:num>
  <w:num w:numId="4">
    <w:abstractNumId w:val="14"/>
  </w:num>
  <w:num w:numId="5">
    <w:abstractNumId w:val="37"/>
  </w:num>
  <w:num w:numId="6">
    <w:abstractNumId w:val="40"/>
  </w:num>
  <w:num w:numId="7">
    <w:abstractNumId w:val="24"/>
  </w:num>
  <w:num w:numId="8">
    <w:abstractNumId w:val="3"/>
  </w:num>
  <w:num w:numId="9">
    <w:abstractNumId w:val="0"/>
  </w:num>
  <w:num w:numId="10">
    <w:abstractNumId w:val="21"/>
  </w:num>
  <w:num w:numId="11">
    <w:abstractNumId w:val="15"/>
  </w:num>
  <w:num w:numId="12">
    <w:abstractNumId w:val="28"/>
  </w:num>
  <w:num w:numId="13">
    <w:abstractNumId w:val="19"/>
  </w:num>
  <w:num w:numId="14">
    <w:abstractNumId w:val="20"/>
  </w:num>
  <w:num w:numId="15">
    <w:abstractNumId w:val="6"/>
  </w:num>
  <w:num w:numId="16">
    <w:abstractNumId w:val="27"/>
  </w:num>
  <w:num w:numId="17">
    <w:abstractNumId w:val="31"/>
  </w:num>
  <w:num w:numId="18">
    <w:abstractNumId w:val="10"/>
  </w:num>
  <w:num w:numId="19">
    <w:abstractNumId w:val="29"/>
  </w:num>
  <w:num w:numId="20">
    <w:abstractNumId w:val="36"/>
  </w:num>
  <w:num w:numId="21">
    <w:abstractNumId w:val="2"/>
  </w:num>
  <w:num w:numId="22">
    <w:abstractNumId w:val="9"/>
  </w:num>
  <w:num w:numId="23">
    <w:abstractNumId w:val="18"/>
  </w:num>
  <w:num w:numId="24">
    <w:abstractNumId w:val="34"/>
  </w:num>
  <w:num w:numId="25">
    <w:abstractNumId w:val="39"/>
  </w:num>
  <w:num w:numId="26">
    <w:abstractNumId w:val="11"/>
  </w:num>
  <w:num w:numId="27">
    <w:abstractNumId w:val="32"/>
  </w:num>
  <w:num w:numId="28">
    <w:abstractNumId w:val="8"/>
  </w:num>
  <w:num w:numId="29">
    <w:abstractNumId w:val="38"/>
  </w:num>
  <w:num w:numId="30">
    <w:abstractNumId w:val="23"/>
  </w:num>
  <w:num w:numId="31">
    <w:abstractNumId w:val="22"/>
  </w:num>
  <w:num w:numId="32">
    <w:abstractNumId w:val="16"/>
  </w:num>
  <w:num w:numId="33">
    <w:abstractNumId w:val="7"/>
  </w:num>
  <w:num w:numId="34">
    <w:abstractNumId w:val="13"/>
  </w:num>
  <w:num w:numId="35">
    <w:abstractNumId w:val="30"/>
  </w:num>
  <w:num w:numId="36">
    <w:abstractNumId w:val="35"/>
  </w:num>
  <w:num w:numId="37">
    <w:abstractNumId w:val="33"/>
  </w:num>
  <w:num w:numId="38">
    <w:abstractNumId w:val="1"/>
  </w:num>
  <w:num w:numId="39">
    <w:abstractNumId w:val="4"/>
  </w:num>
  <w:num w:numId="40">
    <w:abstractNumId w:val="5"/>
  </w:num>
  <w:num w:numId="41">
    <w:abstractNumId w:val="1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F17"/>
    <w:rsid w:val="0000423D"/>
    <w:rsid w:val="00017701"/>
    <w:rsid w:val="000309BD"/>
    <w:rsid w:val="00032BF8"/>
    <w:rsid w:val="000573B1"/>
    <w:rsid w:val="00061342"/>
    <w:rsid w:val="00062A13"/>
    <w:rsid w:val="00062BB9"/>
    <w:rsid w:val="00063659"/>
    <w:rsid w:val="000717CD"/>
    <w:rsid w:val="00081D56"/>
    <w:rsid w:val="00084806"/>
    <w:rsid w:val="000877E7"/>
    <w:rsid w:val="000878DC"/>
    <w:rsid w:val="000A2AB2"/>
    <w:rsid w:val="000B1D86"/>
    <w:rsid w:val="000C78A6"/>
    <w:rsid w:val="000D0AF3"/>
    <w:rsid w:val="000D3DCD"/>
    <w:rsid w:val="000D753B"/>
    <w:rsid w:val="000E64AA"/>
    <w:rsid w:val="000E6D61"/>
    <w:rsid w:val="000E7510"/>
    <w:rsid w:val="000F2E44"/>
    <w:rsid w:val="001009E5"/>
    <w:rsid w:val="001046BF"/>
    <w:rsid w:val="00114CDF"/>
    <w:rsid w:val="00120AEF"/>
    <w:rsid w:val="001223B4"/>
    <w:rsid w:val="00127C5A"/>
    <w:rsid w:val="00135BA7"/>
    <w:rsid w:val="001421A5"/>
    <w:rsid w:val="00143874"/>
    <w:rsid w:val="001449C4"/>
    <w:rsid w:val="001458CB"/>
    <w:rsid w:val="00150CC9"/>
    <w:rsid w:val="0015115D"/>
    <w:rsid w:val="0015560B"/>
    <w:rsid w:val="00156819"/>
    <w:rsid w:val="00167696"/>
    <w:rsid w:val="00171135"/>
    <w:rsid w:val="00173421"/>
    <w:rsid w:val="00176DB9"/>
    <w:rsid w:val="001818FE"/>
    <w:rsid w:val="001963C7"/>
    <w:rsid w:val="001A4293"/>
    <w:rsid w:val="001A5615"/>
    <w:rsid w:val="001A66EF"/>
    <w:rsid w:val="001A7AE6"/>
    <w:rsid w:val="001B3E44"/>
    <w:rsid w:val="001D7969"/>
    <w:rsid w:val="001E11B2"/>
    <w:rsid w:val="001E4DB8"/>
    <w:rsid w:val="001F29EF"/>
    <w:rsid w:val="001F3BC0"/>
    <w:rsid w:val="00206AD3"/>
    <w:rsid w:val="00215CBD"/>
    <w:rsid w:val="00226BCA"/>
    <w:rsid w:val="0023417C"/>
    <w:rsid w:val="002377EF"/>
    <w:rsid w:val="002514E1"/>
    <w:rsid w:val="0025461D"/>
    <w:rsid w:val="002574E8"/>
    <w:rsid w:val="00266289"/>
    <w:rsid w:val="0027630C"/>
    <w:rsid w:val="002778DA"/>
    <w:rsid w:val="00277C50"/>
    <w:rsid w:val="00287024"/>
    <w:rsid w:val="00293F24"/>
    <w:rsid w:val="00297F01"/>
    <w:rsid w:val="002A45C3"/>
    <w:rsid w:val="002A53E1"/>
    <w:rsid w:val="002A5FC9"/>
    <w:rsid w:val="002B1D13"/>
    <w:rsid w:val="002B2185"/>
    <w:rsid w:val="002D734E"/>
    <w:rsid w:val="002D7ECE"/>
    <w:rsid w:val="002E0C8A"/>
    <w:rsid w:val="002F0A9B"/>
    <w:rsid w:val="002F2836"/>
    <w:rsid w:val="002F4940"/>
    <w:rsid w:val="002F55C7"/>
    <w:rsid w:val="00306AA2"/>
    <w:rsid w:val="00306E17"/>
    <w:rsid w:val="003114C6"/>
    <w:rsid w:val="00313146"/>
    <w:rsid w:val="00333347"/>
    <w:rsid w:val="00335F5A"/>
    <w:rsid w:val="00346F9B"/>
    <w:rsid w:val="00347C53"/>
    <w:rsid w:val="00356EB9"/>
    <w:rsid w:val="003650C9"/>
    <w:rsid w:val="00371F78"/>
    <w:rsid w:val="00374183"/>
    <w:rsid w:val="00377AF8"/>
    <w:rsid w:val="00384E66"/>
    <w:rsid w:val="00397D5D"/>
    <w:rsid w:val="003A0B7E"/>
    <w:rsid w:val="003A3497"/>
    <w:rsid w:val="003A606D"/>
    <w:rsid w:val="003A770C"/>
    <w:rsid w:val="003B7EFD"/>
    <w:rsid w:val="003C2CBA"/>
    <w:rsid w:val="003C662D"/>
    <w:rsid w:val="003C66F4"/>
    <w:rsid w:val="003D127A"/>
    <w:rsid w:val="003D428C"/>
    <w:rsid w:val="003E4979"/>
    <w:rsid w:val="003E68E6"/>
    <w:rsid w:val="003F1EEE"/>
    <w:rsid w:val="003F2544"/>
    <w:rsid w:val="003F4622"/>
    <w:rsid w:val="004001F2"/>
    <w:rsid w:val="00404DDC"/>
    <w:rsid w:val="00411C6A"/>
    <w:rsid w:val="004120D0"/>
    <w:rsid w:val="00413FF2"/>
    <w:rsid w:val="00414A52"/>
    <w:rsid w:val="0041515C"/>
    <w:rsid w:val="00415674"/>
    <w:rsid w:val="004174AB"/>
    <w:rsid w:val="00423F56"/>
    <w:rsid w:val="00443B95"/>
    <w:rsid w:val="0044515F"/>
    <w:rsid w:val="00452395"/>
    <w:rsid w:val="00453412"/>
    <w:rsid w:val="00463F4C"/>
    <w:rsid w:val="004644F5"/>
    <w:rsid w:val="00473A4F"/>
    <w:rsid w:val="0047529E"/>
    <w:rsid w:val="004755C2"/>
    <w:rsid w:val="00481A50"/>
    <w:rsid w:val="00481EB6"/>
    <w:rsid w:val="00482E03"/>
    <w:rsid w:val="0048386A"/>
    <w:rsid w:val="00490D57"/>
    <w:rsid w:val="004942B8"/>
    <w:rsid w:val="004A440D"/>
    <w:rsid w:val="004A53F3"/>
    <w:rsid w:val="004B6449"/>
    <w:rsid w:val="004C5E2D"/>
    <w:rsid w:val="004D0FC7"/>
    <w:rsid w:val="004D1833"/>
    <w:rsid w:val="004D4E27"/>
    <w:rsid w:val="004D7DA2"/>
    <w:rsid w:val="004F05AC"/>
    <w:rsid w:val="004F34F0"/>
    <w:rsid w:val="004F53C3"/>
    <w:rsid w:val="004F5FCB"/>
    <w:rsid w:val="0050389B"/>
    <w:rsid w:val="0051492C"/>
    <w:rsid w:val="00531FA4"/>
    <w:rsid w:val="00535E8C"/>
    <w:rsid w:val="00544679"/>
    <w:rsid w:val="00554EB7"/>
    <w:rsid w:val="00555F31"/>
    <w:rsid w:val="0055641B"/>
    <w:rsid w:val="005567BB"/>
    <w:rsid w:val="00592622"/>
    <w:rsid w:val="00592DAF"/>
    <w:rsid w:val="00593713"/>
    <w:rsid w:val="00593C8A"/>
    <w:rsid w:val="00594951"/>
    <w:rsid w:val="005A1AE3"/>
    <w:rsid w:val="005A5A20"/>
    <w:rsid w:val="005A7BB1"/>
    <w:rsid w:val="005B5E30"/>
    <w:rsid w:val="005C3E73"/>
    <w:rsid w:val="005D06BE"/>
    <w:rsid w:val="005D0D6A"/>
    <w:rsid w:val="005D1364"/>
    <w:rsid w:val="005D7E85"/>
    <w:rsid w:val="005E1AEE"/>
    <w:rsid w:val="005E70E1"/>
    <w:rsid w:val="00601A91"/>
    <w:rsid w:val="0060429A"/>
    <w:rsid w:val="00616554"/>
    <w:rsid w:val="00616F21"/>
    <w:rsid w:val="0062457A"/>
    <w:rsid w:val="00624774"/>
    <w:rsid w:val="00632079"/>
    <w:rsid w:val="006321C2"/>
    <w:rsid w:val="00646F24"/>
    <w:rsid w:val="00655C5D"/>
    <w:rsid w:val="006634DA"/>
    <w:rsid w:val="00666BC1"/>
    <w:rsid w:val="00675565"/>
    <w:rsid w:val="00684C28"/>
    <w:rsid w:val="006858EC"/>
    <w:rsid w:val="0069632B"/>
    <w:rsid w:val="0069696B"/>
    <w:rsid w:val="006A36FC"/>
    <w:rsid w:val="006B2F84"/>
    <w:rsid w:val="006C0C89"/>
    <w:rsid w:val="006C5664"/>
    <w:rsid w:val="006D1736"/>
    <w:rsid w:val="006E1FDF"/>
    <w:rsid w:val="006E42CA"/>
    <w:rsid w:val="006E7EC1"/>
    <w:rsid w:val="006F0B65"/>
    <w:rsid w:val="006F7B78"/>
    <w:rsid w:val="00700303"/>
    <w:rsid w:val="00704354"/>
    <w:rsid w:val="00714746"/>
    <w:rsid w:val="00715799"/>
    <w:rsid w:val="00717D75"/>
    <w:rsid w:val="007220E8"/>
    <w:rsid w:val="00723F27"/>
    <w:rsid w:val="0072511E"/>
    <w:rsid w:val="00730498"/>
    <w:rsid w:val="007378F2"/>
    <w:rsid w:val="00740196"/>
    <w:rsid w:val="00740B5A"/>
    <w:rsid w:val="0075206A"/>
    <w:rsid w:val="0075740B"/>
    <w:rsid w:val="00765A80"/>
    <w:rsid w:val="007712F4"/>
    <w:rsid w:val="0077672C"/>
    <w:rsid w:val="007908E0"/>
    <w:rsid w:val="00790AAF"/>
    <w:rsid w:val="00796CD4"/>
    <w:rsid w:val="007A3990"/>
    <w:rsid w:val="007B5598"/>
    <w:rsid w:val="007B6129"/>
    <w:rsid w:val="007C0512"/>
    <w:rsid w:val="007C3E07"/>
    <w:rsid w:val="007C7509"/>
    <w:rsid w:val="007D5CE0"/>
    <w:rsid w:val="007D73A4"/>
    <w:rsid w:val="007F116E"/>
    <w:rsid w:val="008100AA"/>
    <w:rsid w:val="00810626"/>
    <w:rsid w:val="008232F6"/>
    <w:rsid w:val="00850549"/>
    <w:rsid w:val="00853D3B"/>
    <w:rsid w:val="00854EDA"/>
    <w:rsid w:val="00866C11"/>
    <w:rsid w:val="0087353B"/>
    <w:rsid w:val="00892C15"/>
    <w:rsid w:val="0089737B"/>
    <w:rsid w:val="008A0B10"/>
    <w:rsid w:val="008A1F80"/>
    <w:rsid w:val="008A5415"/>
    <w:rsid w:val="008A6FBA"/>
    <w:rsid w:val="008A7DC7"/>
    <w:rsid w:val="008C1A6C"/>
    <w:rsid w:val="008D043B"/>
    <w:rsid w:val="008D492C"/>
    <w:rsid w:val="008D612A"/>
    <w:rsid w:val="008D719E"/>
    <w:rsid w:val="008E050A"/>
    <w:rsid w:val="008E0D6C"/>
    <w:rsid w:val="008E22E6"/>
    <w:rsid w:val="008E598F"/>
    <w:rsid w:val="008F1860"/>
    <w:rsid w:val="008F550E"/>
    <w:rsid w:val="008F5EBE"/>
    <w:rsid w:val="00901D89"/>
    <w:rsid w:val="00902A37"/>
    <w:rsid w:val="00910967"/>
    <w:rsid w:val="00917DA4"/>
    <w:rsid w:val="00923D6E"/>
    <w:rsid w:val="00942203"/>
    <w:rsid w:val="009560A4"/>
    <w:rsid w:val="009602DB"/>
    <w:rsid w:val="009606DA"/>
    <w:rsid w:val="0096493B"/>
    <w:rsid w:val="00965BCC"/>
    <w:rsid w:val="00983072"/>
    <w:rsid w:val="009850DC"/>
    <w:rsid w:val="00991218"/>
    <w:rsid w:val="00997128"/>
    <w:rsid w:val="009B4926"/>
    <w:rsid w:val="009B4B78"/>
    <w:rsid w:val="009B6545"/>
    <w:rsid w:val="009C023B"/>
    <w:rsid w:val="009C07DA"/>
    <w:rsid w:val="009D3A7B"/>
    <w:rsid w:val="009D42E4"/>
    <w:rsid w:val="009E1060"/>
    <w:rsid w:val="009E1DDD"/>
    <w:rsid w:val="009E7FB2"/>
    <w:rsid w:val="009F57B2"/>
    <w:rsid w:val="009F7B47"/>
    <w:rsid w:val="00A036A6"/>
    <w:rsid w:val="00A05DEB"/>
    <w:rsid w:val="00A11762"/>
    <w:rsid w:val="00A20A2E"/>
    <w:rsid w:val="00A43A00"/>
    <w:rsid w:val="00A5001D"/>
    <w:rsid w:val="00A60474"/>
    <w:rsid w:val="00A62F07"/>
    <w:rsid w:val="00A742E9"/>
    <w:rsid w:val="00A81BD3"/>
    <w:rsid w:val="00A82EB3"/>
    <w:rsid w:val="00A87A63"/>
    <w:rsid w:val="00A978C5"/>
    <w:rsid w:val="00AC0A7B"/>
    <w:rsid w:val="00AC4300"/>
    <w:rsid w:val="00AC5DE1"/>
    <w:rsid w:val="00AD7464"/>
    <w:rsid w:val="00AE1A2B"/>
    <w:rsid w:val="00AF2936"/>
    <w:rsid w:val="00AF2B39"/>
    <w:rsid w:val="00AF46B8"/>
    <w:rsid w:val="00B02FFC"/>
    <w:rsid w:val="00B060B4"/>
    <w:rsid w:val="00B07B43"/>
    <w:rsid w:val="00B10172"/>
    <w:rsid w:val="00B146FC"/>
    <w:rsid w:val="00B14EAE"/>
    <w:rsid w:val="00B30D0F"/>
    <w:rsid w:val="00B45552"/>
    <w:rsid w:val="00B469D1"/>
    <w:rsid w:val="00B555DD"/>
    <w:rsid w:val="00B560E2"/>
    <w:rsid w:val="00B600FF"/>
    <w:rsid w:val="00B6496C"/>
    <w:rsid w:val="00B66CE6"/>
    <w:rsid w:val="00B67113"/>
    <w:rsid w:val="00B76760"/>
    <w:rsid w:val="00B85CBA"/>
    <w:rsid w:val="00B85D33"/>
    <w:rsid w:val="00B965D4"/>
    <w:rsid w:val="00BA051C"/>
    <w:rsid w:val="00BA086B"/>
    <w:rsid w:val="00BA2B65"/>
    <w:rsid w:val="00BA6128"/>
    <w:rsid w:val="00BB461D"/>
    <w:rsid w:val="00BB7DF2"/>
    <w:rsid w:val="00BC0187"/>
    <w:rsid w:val="00BC790A"/>
    <w:rsid w:val="00BD6213"/>
    <w:rsid w:val="00BE07B7"/>
    <w:rsid w:val="00BE5A62"/>
    <w:rsid w:val="00BF1252"/>
    <w:rsid w:val="00BF6BAC"/>
    <w:rsid w:val="00C000AB"/>
    <w:rsid w:val="00C031AE"/>
    <w:rsid w:val="00C10022"/>
    <w:rsid w:val="00C13302"/>
    <w:rsid w:val="00C3147C"/>
    <w:rsid w:val="00C316E0"/>
    <w:rsid w:val="00C451C0"/>
    <w:rsid w:val="00C52A77"/>
    <w:rsid w:val="00C52AF4"/>
    <w:rsid w:val="00C71A8D"/>
    <w:rsid w:val="00C71FFE"/>
    <w:rsid w:val="00C76F17"/>
    <w:rsid w:val="00C83119"/>
    <w:rsid w:val="00C85830"/>
    <w:rsid w:val="00C872A9"/>
    <w:rsid w:val="00C92433"/>
    <w:rsid w:val="00C92EEF"/>
    <w:rsid w:val="00C95AE5"/>
    <w:rsid w:val="00CA3060"/>
    <w:rsid w:val="00CA3647"/>
    <w:rsid w:val="00CA585B"/>
    <w:rsid w:val="00CB1458"/>
    <w:rsid w:val="00CB7D91"/>
    <w:rsid w:val="00CC229F"/>
    <w:rsid w:val="00CD0484"/>
    <w:rsid w:val="00CF23B4"/>
    <w:rsid w:val="00D05EE3"/>
    <w:rsid w:val="00D154E8"/>
    <w:rsid w:val="00D158C6"/>
    <w:rsid w:val="00D20295"/>
    <w:rsid w:val="00D20873"/>
    <w:rsid w:val="00D27802"/>
    <w:rsid w:val="00D31BBC"/>
    <w:rsid w:val="00D31D96"/>
    <w:rsid w:val="00D4604F"/>
    <w:rsid w:val="00D51A5F"/>
    <w:rsid w:val="00D52F7B"/>
    <w:rsid w:val="00D56534"/>
    <w:rsid w:val="00D57D52"/>
    <w:rsid w:val="00D645FD"/>
    <w:rsid w:val="00D710CD"/>
    <w:rsid w:val="00D919AA"/>
    <w:rsid w:val="00D95097"/>
    <w:rsid w:val="00DA4E88"/>
    <w:rsid w:val="00DB6B92"/>
    <w:rsid w:val="00DC0B1F"/>
    <w:rsid w:val="00DC2FEA"/>
    <w:rsid w:val="00DD4F99"/>
    <w:rsid w:val="00DD7302"/>
    <w:rsid w:val="00DE3EDE"/>
    <w:rsid w:val="00DF32E3"/>
    <w:rsid w:val="00E03BD6"/>
    <w:rsid w:val="00E05FF9"/>
    <w:rsid w:val="00E12737"/>
    <w:rsid w:val="00E1497A"/>
    <w:rsid w:val="00E2772B"/>
    <w:rsid w:val="00E30B05"/>
    <w:rsid w:val="00E36960"/>
    <w:rsid w:val="00E42CDE"/>
    <w:rsid w:val="00E44C79"/>
    <w:rsid w:val="00E50FE0"/>
    <w:rsid w:val="00E5182C"/>
    <w:rsid w:val="00E557A5"/>
    <w:rsid w:val="00E55C34"/>
    <w:rsid w:val="00E62846"/>
    <w:rsid w:val="00E6409D"/>
    <w:rsid w:val="00E77B89"/>
    <w:rsid w:val="00E80298"/>
    <w:rsid w:val="00E82D64"/>
    <w:rsid w:val="00E83E7A"/>
    <w:rsid w:val="00E85D26"/>
    <w:rsid w:val="00E90B50"/>
    <w:rsid w:val="00EB0403"/>
    <w:rsid w:val="00EB6751"/>
    <w:rsid w:val="00EC2115"/>
    <w:rsid w:val="00EF0CD0"/>
    <w:rsid w:val="00EF63DB"/>
    <w:rsid w:val="00F06098"/>
    <w:rsid w:val="00F11511"/>
    <w:rsid w:val="00F21577"/>
    <w:rsid w:val="00F238A8"/>
    <w:rsid w:val="00F27226"/>
    <w:rsid w:val="00F276D0"/>
    <w:rsid w:val="00F34473"/>
    <w:rsid w:val="00F4305C"/>
    <w:rsid w:val="00F437B4"/>
    <w:rsid w:val="00F509D7"/>
    <w:rsid w:val="00F5356D"/>
    <w:rsid w:val="00F61EFA"/>
    <w:rsid w:val="00F77752"/>
    <w:rsid w:val="00F8111D"/>
    <w:rsid w:val="00F83BEA"/>
    <w:rsid w:val="00F85CF6"/>
    <w:rsid w:val="00F91435"/>
    <w:rsid w:val="00FA3DFA"/>
    <w:rsid w:val="00FA55AD"/>
    <w:rsid w:val="00FA6077"/>
    <w:rsid w:val="00FA6FE8"/>
    <w:rsid w:val="00FB0E0E"/>
    <w:rsid w:val="00FB1C8F"/>
    <w:rsid w:val="00FC102F"/>
    <w:rsid w:val="00FC2906"/>
    <w:rsid w:val="00FC2FDC"/>
    <w:rsid w:val="00FD3DF5"/>
    <w:rsid w:val="00FD42F5"/>
    <w:rsid w:val="00FD5274"/>
    <w:rsid w:val="00FD55B2"/>
    <w:rsid w:val="00FD6727"/>
    <w:rsid w:val="00FE04F0"/>
    <w:rsid w:val="00FE1306"/>
    <w:rsid w:val="00FE58EE"/>
    <w:rsid w:val="00FF1FDD"/>
    <w:rsid w:val="00FF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4B1DB7"/>
  <w15:chartTrackingRefBased/>
  <w15:docId w15:val="{FBF84B8C-13D0-D546-B64C-2171F791D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F61EFA"/>
    <w:pPr>
      <w:keepNext/>
      <w:numPr>
        <w:numId w:val="32"/>
      </w:numPr>
      <w:tabs>
        <w:tab w:val="left" w:pos="-1440"/>
        <w:tab w:val="left" w:pos="-720"/>
        <w:tab w:val="left" w:pos="0"/>
        <w:tab w:val="left" w:pos="520"/>
        <w:tab w:val="left" w:pos="933"/>
        <w:tab w:val="left" w:pos="1346"/>
      </w:tabs>
      <w:jc w:val="both"/>
      <w:outlineLvl w:val="0"/>
    </w:pPr>
    <w:rPr>
      <w:rFonts w:ascii="Arial" w:hAnsi="Arial"/>
      <w:b/>
      <w:snapToGrid w:val="0"/>
      <w:sz w:val="22"/>
      <w:szCs w:val="20"/>
    </w:rPr>
  </w:style>
  <w:style w:type="paragraph" w:styleId="Heading2">
    <w:name w:val="heading 2"/>
    <w:basedOn w:val="Normal"/>
    <w:next w:val="Normal"/>
    <w:qFormat/>
    <w:rsid w:val="00F61EFA"/>
    <w:pPr>
      <w:keepNext/>
      <w:widowControl w:val="0"/>
      <w:tabs>
        <w:tab w:val="center" w:pos="4680"/>
      </w:tabs>
      <w:jc w:val="center"/>
      <w:outlineLvl w:val="1"/>
    </w:pPr>
    <w:rPr>
      <w:b/>
      <w:snapToGrid w:val="0"/>
      <w:sz w:val="22"/>
      <w:szCs w:val="20"/>
    </w:rPr>
  </w:style>
  <w:style w:type="paragraph" w:styleId="Heading3">
    <w:name w:val="heading 3"/>
    <w:basedOn w:val="Normal"/>
    <w:next w:val="Normal"/>
    <w:qFormat/>
    <w:rsid w:val="00F61EFA"/>
    <w:pPr>
      <w:keepNext/>
      <w:ind w:firstLine="520"/>
      <w:outlineLvl w:val="2"/>
    </w:pPr>
    <w:rPr>
      <w:rFonts w:ascii="Arial" w:hAnsi="Arial"/>
      <w:snapToGrid w:val="0"/>
      <w:sz w:val="22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E1FD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E1FD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C5664"/>
  </w:style>
  <w:style w:type="paragraph" w:styleId="PlainText">
    <w:name w:val="Plain Text"/>
    <w:basedOn w:val="Normal"/>
    <w:rsid w:val="00081D56"/>
    <w:rPr>
      <w:rFonts w:ascii="Courier New" w:hAnsi="Courier New"/>
      <w:sz w:val="20"/>
      <w:szCs w:val="20"/>
    </w:rPr>
  </w:style>
  <w:style w:type="paragraph" w:customStyle="1" w:styleId="Quick">
    <w:name w:val="Quick"/>
    <w:basedOn w:val="Normal"/>
    <w:rsid w:val="003A3497"/>
    <w:pPr>
      <w:widowControl w:val="0"/>
      <w:ind w:left="1440" w:hanging="720"/>
    </w:pPr>
    <w:rPr>
      <w:snapToGrid w:val="0"/>
      <w:szCs w:val="20"/>
    </w:rPr>
  </w:style>
  <w:style w:type="paragraph" w:styleId="BodyTextIndent3">
    <w:name w:val="Body Text Indent 3"/>
    <w:basedOn w:val="Normal"/>
    <w:rsid w:val="003A3497"/>
    <w:pPr>
      <w:tabs>
        <w:tab w:val="left" w:pos="-1440"/>
      </w:tabs>
      <w:ind w:hanging="1440"/>
      <w:jc w:val="both"/>
    </w:pPr>
    <w:rPr>
      <w:sz w:val="20"/>
      <w:szCs w:val="20"/>
    </w:rPr>
  </w:style>
  <w:style w:type="paragraph" w:customStyle="1" w:styleId="BevsStyle">
    <w:name w:val="Bev's Style"/>
    <w:basedOn w:val="Normal"/>
    <w:rsid w:val="003A3497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napToGrid w:val="0"/>
      <w:jc w:val="both"/>
    </w:pPr>
    <w:rPr>
      <w:sz w:val="26"/>
      <w:szCs w:val="20"/>
    </w:rPr>
  </w:style>
  <w:style w:type="paragraph" w:styleId="BodyText2">
    <w:name w:val="Body Text 2"/>
    <w:basedOn w:val="Normal"/>
    <w:rsid w:val="00F61EFA"/>
    <w:pPr>
      <w:widowControl w:val="0"/>
      <w:spacing w:after="120" w:line="480" w:lineRule="auto"/>
    </w:pPr>
    <w:rPr>
      <w:rFonts w:ascii="CG Times" w:hAnsi="CG Times"/>
      <w:snapToGrid w:val="0"/>
      <w:szCs w:val="20"/>
    </w:rPr>
  </w:style>
  <w:style w:type="paragraph" w:customStyle="1" w:styleId="Indent25">
    <w:name w:val="Indent .25"/>
    <w:basedOn w:val="Normal"/>
    <w:rsid w:val="00B469D1"/>
    <w:pPr>
      <w:tabs>
        <w:tab w:val="left" w:pos="720"/>
      </w:tabs>
      <w:suppressAutoHyphens/>
      <w:ind w:left="360"/>
    </w:pPr>
    <w:rPr>
      <w:rFonts w:ascii="Optimum" w:hAnsi="Optimum"/>
      <w:sz w:val="22"/>
      <w:szCs w:val="20"/>
    </w:rPr>
  </w:style>
  <w:style w:type="paragraph" w:styleId="BalloonText">
    <w:name w:val="Balloon Text"/>
    <w:basedOn w:val="Normal"/>
    <w:link w:val="BalloonTextChar"/>
    <w:rsid w:val="008106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10626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9B4B78"/>
    <w:rPr>
      <w:i/>
      <w:iCs/>
    </w:rPr>
  </w:style>
  <w:style w:type="paragraph" w:styleId="ListParagraph">
    <w:name w:val="List Paragraph"/>
    <w:basedOn w:val="Normal"/>
    <w:uiPriority w:val="34"/>
    <w:qFormat/>
    <w:rsid w:val="006A36FC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06365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73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T:\Proposals\AGREEMENT%20FOR%20PROFESSIONAL%20SERVIC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T:\Proposals\AGREEMENT FOR PROFESSIONAL SERVICES.dot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AGREEMENT FOR PROFESSIONAL SERVICES</vt:lpstr>
    </vt:vector>
  </TitlesOfParts>
  <Company>cph</Company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AGREEMENT FOR PROFESSIONAL SERVICES</dc:title>
  <dc:subject/>
  <dc:creator>Cph</dc:creator>
  <cp:keywords/>
  <cp:lastModifiedBy>Chris Collins</cp:lastModifiedBy>
  <cp:revision>2</cp:revision>
  <cp:lastPrinted>2019-05-13T17:25:00Z</cp:lastPrinted>
  <dcterms:created xsi:type="dcterms:W3CDTF">2020-05-13T16:49:00Z</dcterms:created>
  <dcterms:modified xsi:type="dcterms:W3CDTF">2020-05-13T16:49:00Z</dcterms:modified>
</cp:coreProperties>
</file>